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525C2">
        <w:rPr>
          <w:rFonts w:ascii="Arial" w:hAnsi="Arial" w:cs="Arial"/>
          <w:b/>
          <w:caps/>
          <w:sz w:val="28"/>
          <w:szCs w:val="28"/>
        </w:rPr>
        <w:t>866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525C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525C2">
              <w:rPr>
                <w:rFonts w:ascii="Arial" w:hAnsi="Arial" w:cs="Arial"/>
                <w:sz w:val="20"/>
                <w:szCs w:val="20"/>
              </w:rPr>
              <w:t>Solicita construção de calçada no entorno da "área verde" existente na Avenida Julieta de Mancilha Passos, no Jardim Novo Amanhecer.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525C2">
        <w:rPr>
          <w:rFonts w:ascii="Arial" w:hAnsi="Arial" w:cs="Arial"/>
        </w:rPr>
        <w:t>à</w:t>
      </w:r>
      <w:r w:rsidR="00B525C2" w:rsidRPr="00B525C2">
        <w:rPr>
          <w:rFonts w:ascii="Arial" w:hAnsi="Arial" w:cs="Arial"/>
        </w:rPr>
        <w:t xml:space="preserve"> construção de calçada no entorno da "área verde" existente na Avenida Julieta de Mancilha Passos, no Jardim Novo Amanhecer.</w:t>
      </w:r>
      <w:bookmarkStart w:id="0" w:name="_GoBack"/>
      <w:bookmarkEnd w:id="0"/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525C2" w:rsidRDefault="00B525C2" w:rsidP="00B525C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525C2">
        <w:rPr>
          <w:rFonts w:ascii="Arial" w:hAnsi="Arial" w:cs="Arial"/>
        </w:rPr>
        <w:t xml:space="preserve">O pedido se justifica, pois </w:t>
      </w:r>
      <w:r>
        <w:rPr>
          <w:rFonts w:ascii="Arial" w:hAnsi="Arial" w:cs="Arial"/>
        </w:rPr>
        <w:t>a</w:t>
      </w:r>
      <w:r w:rsidRPr="00B525C2">
        <w:rPr>
          <w:rFonts w:ascii="Arial" w:hAnsi="Arial" w:cs="Arial"/>
        </w:rPr>
        <w:t xml:space="preserve"> referid</w:t>
      </w:r>
      <w:r>
        <w:rPr>
          <w:rFonts w:ascii="Arial" w:hAnsi="Arial" w:cs="Arial"/>
        </w:rPr>
        <w:t>a</w:t>
      </w:r>
      <w:r w:rsidRPr="00B525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área</w:t>
      </w:r>
      <w:r w:rsidRPr="00B525C2">
        <w:rPr>
          <w:rFonts w:ascii="Arial" w:hAnsi="Arial" w:cs="Arial"/>
        </w:rPr>
        <w:t xml:space="preserve"> se encontra sem calçada em toda a sua extensão, com isso está causando grande transtorno aos moradores que necessitam acessar o bairro, que precisam caminhar no meio da rua, oferecendo riscos de acidentes aos usuários. </w:t>
      </w:r>
    </w:p>
    <w:p w:rsidR="00B525C2" w:rsidRPr="00B525C2" w:rsidRDefault="00B525C2" w:rsidP="00B525C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Considerando que essa</w:t>
      </w:r>
      <w:r w:rsidRPr="00B525C2">
        <w:rPr>
          <w:rFonts w:ascii="Arial" w:hAnsi="Arial" w:cs="Arial"/>
        </w:rPr>
        <w:t xml:space="preserve"> é uma área pública</w:t>
      </w:r>
      <w:r>
        <w:rPr>
          <w:rFonts w:ascii="Arial" w:hAnsi="Arial" w:cs="Arial"/>
        </w:rPr>
        <w:t>,</w:t>
      </w:r>
      <w:r w:rsidRPr="00B525C2">
        <w:rPr>
          <w:rFonts w:ascii="Arial" w:hAnsi="Arial" w:cs="Arial"/>
        </w:rPr>
        <w:t xml:space="preserve"> solicitamos a construção da calçada para melhorar a </w:t>
      </w:r>
      <w:r>
        <w:rPr>
          <w:rFonts w:ascii="Arial" w:hAnsi="Arial" w:cs="Arial"/>
        </w:rPr>
        <w:t>qualidade de vida dos moradores.</w:t>
      </w:r>
    </w:p>
    <w:p w:rsidR="00B525C2" w:rsidRPr="00B525C2" w:rsidRDefault="00B525C2" w:rsidP="00B525C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525C2">
        <w:rPr>
          <w:rFonts w:ascii="Arial" w:hAnsi="Arial" w:cs="Arial"/>
          <w:b/>
        </w:rPr>
        <w:t xml:space="preserve">Fotos em anexo. </w:t>
      </w:r>
    </w:p>
    <w:p w:rsidR="003A77BE" w:rsidRDefault="00B525C2" w:rsidP="00B525C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525C2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B525C2">
        <w:rPr>
          <w:rFonts w:ascii="Arial" w:hAnsi="Arial" w:cs="Arial"/>
        </w:rPr>
        <w:t>Santana, Prefeito Municipal, e transmitimos nossas respeitosas saudações.</w:t>
      </w:r>
    </w:p>
    <w:p w:rsidR="00B525C2" w:rsidRDefault="00B525C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525C2">
        <w:rPr>
          <w:rFonts w:ascii="Arial" w:hAnsi="Arial" w:cs="Arial"/>
        </w:rPr>
        <w:t xml:space="preserve">4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525C2" w:rsidRDefault="00B525C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525C2" w:rsidRPr="00A34F2C" w:rsidRDefault="00B525C2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B525C2" w:rsidRPr="00A34F2C" w:rsidRDefault="00B525C2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525C2" w:rsidRDefault="00B525C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525C2" w:rsidRDefault="00B525C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525C2" w:rsidRDefault="00B525C2" w:rsidP="00B525C2">
      <w:pPr>
        <w:jc w:val="center"/>
        <w:rPr>
          <w:noProof/>
        </w:rPr>
      </w:pPr>
    </w:p>
    <w:p w:rsidR="00B525C2" w:rsidRDefault="00B525C2" w:rsidP="00B525C2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040000" cy="3440856"/>
            <wp:effectExtent l="0" t="0" r="8255" b="7620"/>
            <wp:docPr id="4" name="Imagem 4" descr="WhatsApp Image 2018-03-12 at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3-12 at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440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5C2" w:rsidRDefault="00B525C2" w:rsidP="00B525C2">
      <w:pPr>
        <w:jc w:val="center"/>
        <w:rPr>
          <w:noProof/>
        </w:rPr>
      </w:pPr>
    </w:p>
    <w:p w:rsidR="00B525C2" w:rsidRDefault="00B525C2" w:rsidP="00B525C2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040000" cy="3887234"/>
            <wp:effectExtent l="0" t="0" r="8255" b="0"/>
            <wp:docPr id="3" name="Imagem 3" descr="WhatsApp Image 2018-03-12 at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8-03-12 at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887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25C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34C" w:rsidRDefault="00EB134C">
      <w:r>
        <w:separator/>
      </w:r>
    </w:p>
  </w:endnote>
  <w:endnote w:type="continuationSeparator" w:id="0">
    <w:p w:rsidR="00EB134C" w:rsidRDefault="00EB1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34C" w:rsidRDefault="00EB134C">
      <w:r>
        <w:separator/>
      </w:r>
    </w:p>
  </w:footnote>
  <w:footnote w:type="continuationSeparator" w:id="0">
    <w:p w:rsidR="00EB134C" w:rsidRDefault="00EB1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525C2">
      <w:rPr>
        <w:rFonts w:ascii="Arial" w:hAnsi="Arial" w:cs="Arial"/>
        <w:b/>
        <w:sz w:val="20"/>
        <w:szCs w:val="20"/>
        <w:u w:val="single"/>
      </w:rPr>
      <w:t>866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B525C2">
      <w:rPr>
        <w:rFonts w:ascii="Arial" w:hAnsi="Arial" w:cs="Arial"/>
        <w:b/>
        <w:sz w:val="20"/>
        <w:szCs w:val="20"/>
        <w:u w:val="single"/>
      </w:rPr>
      <w:t>Juarez Araújo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622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622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D6227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02A7"/>
    <w:rsid w:val="00AC24F9"/>
    <w:rsid w:val="00AC712C"/>
    <w:rsid w:val="00AD6B47"/>
    <w:rsid w:val="00B10E9F"/>
    <w:rsid w:val="00B525C2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B134C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0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C2062-7BA4-41BB-9E13-7AD49C436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175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2018-04-02T14:20:00Z</dcterms:created>
  <dcterms:modified xsi:type="dcterms:W3CDTF">2018-04-02T14:26:00Z</dcterms:modified>
</cp:coreProperties>
</file>